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F7C0F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POZIOM PODSTAWOWY</w:t>
      </w:r>
    </w:p>
    <w:p w14:paraId="7A8703A4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A3B3A0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SŁOWNICTWO</w:t>
      </w:r>
    </w:p>
    <w:p w14:paraId="2B2EBD25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1AFAE0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173354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</w:t>
      </w:r>
    </w:p>
    <w:p w14:paraId="3618C9B9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1.disabile; 2.superstizione; 3.barbone; 4.eredità.</w:t>
      </w:r>
    </w:p>
    <w:p w14:paraId="6FFF9E7D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C700AE9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2</w:t>
      </w:r>
    </w:p>
    <w:p w14:paraId="315F5CE5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1.E; 2.A;3.B; 4.C; 5.D.</w:t>
      </w:r>
    </w:p>
    <w:p w14:paraId="327B8546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7B49E3A" w14:textId="77777777" w:rsidR="00390222" w:rsidRP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90222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3</w:t>
      </w:r>
    </w:p>
    <w:p w14:paraId="77270211" w14:textId="1359B55A" w:rsidR="00390222" w:rsidRP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90222">
        <w:rPr>
          <w:rFonts w:ascii="Times New Roman" w:eastAsia="Times New Roman" w:hAnsi="Times New Roman" w:cs="Times New Roman"/>
          <w:sz w:val="24"/>
          <w:szCs w:val="24"/>
          <w:lang w:val="it-IT"/>
        </w:rPr>
        <w:t>1.vittima, assassino,</w:t>
      </w:r>
      <w:r w:rsidR="004017C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390222">
        <w:rPr>
          <w:rFonts w:ascii="Times New Roman" w:eastAsia="Times New Roman" w:hAnsi="Times New Roman" w:cs="Times New Roman"/>
          <w:sz w:val="24"/>
          <w:szCs w:val="24"/>
          <w:lang w:val="it-IT"/>
        </w:rPr>
        <w:t>morte, ergastolo, arrestare; 2.processo, accusa, ladro, arrestare, ergastolo; 3.volontario, donazione, sensibilità, raccolta fondi; 4.vecchiaia, casa di riposo, pensionato, badante.</w:t>
      </w:r>
    </w:p>
    <w:p w14:paraId="2E872EB4" w14:textId="77777777" w:rsidR="00390222" w:rsidRP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131771DB" w14:textId="77777777" w:rsidR="00390222" w:rsidRP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05779676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4</w:t>
      </w:r>
    </w:p>
    <w:p w14:paraId="57D3CD4F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390222" w14:paraId="31E34E21" w14:textId="77777777" w:rsidTr="00C66D8D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8427D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B99BD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RZECZOWNIK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5C9E4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CZASOWNIK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F0EAF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PRZYMIOTNIK</w:t>
            </w:r>
          </w:p>
        </w:tc>
      </w:tr>
      <w:tr w:rsidR="00390222" w14:paraId="097C0BAB" w14:textId="77777777" w:rsidTr="00C66D8D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919E2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2E165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emarginazione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DC7EB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emarginare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B4F3F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emarginato</w:t>
            </w:r>
          </w:p>
        </w:tc>
      </w:tr>
      <w:tr w:rsidR="00390222" w14:paraId="6A7978B0" w14:textId="77777777" w:rsidTr="00C66D8D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8422F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00593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generosità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2C606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3A40E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generoso</w:t>
            </w:r>
          </w:p>
        </w:tc>
      </w:tr>
      <w:tr w:rsidR="00390222" w14:paraId="55244231" w14:textId="77777777" w:rsidTr="00C66D8D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7DC57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CDEBB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vecchiaia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97FB4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invecchiare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4F914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vecchio</w:t>
            </w:r>
          </w:p>
        </w:tc>
      </w:tr>
      <w:tr w:rsidR="00390222" w14:paraId="2FB75DCF" w14:textId="77777777" w:rsidTr="00C66D8D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C280A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90A75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saggezza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30A09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4EBCF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saggio</w:t>
            </w:r>
          </w:p>
        </w:tc>
      </w:tr>
      <w:tr w:rsidR="00390222" w14:paraId="405B63F6" w14:textId="77777777" w:rsidTr="00C66D8D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6A08C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9E63D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voto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281A8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votare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4FF86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votato</w:t>
            </w:r>
          </w:p>
        </w:tc>
      </w:tr>
      <w:tr w:rsidR="00390222" w14:paraId="600AA06A" w14:textId="77777777" w:rsidTr="00C66D8D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6BBA0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898C8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consumatore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9F836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consumare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41B5D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consumato</w:t>
            </w:r>
          </w:p>
        </w:tc>
      </w:tr>
      <w:tr w:rsidR="00390222" w14:paraId="5C2CC6C4" w14:textId="77777777" w:rsidTr="00C66D8D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8F66D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266FF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difesa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635B5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difendere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717E6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difeso</w:t>
            </w:r>
          </w:p>
        </w:tc>
      </w:tr>
      <w:tr w:rsidR="00390222" w14:paraId="5F93B993" w14:textId="77777777" w:rsidTr="00C66D8D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242D7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B12B0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rapimento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8C8F2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rapire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1D20B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rapito</w:t>
            </w:r>
          </w:p>
        </w:tc>
      </w:tr>
      <w:tr w:rsidR="00390222" w14:paraId="082C416E" w14:textId="77777777" w:rsidTr="00C66D8D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3247A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B41A0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colpa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160C8" w14:textId="77777777" w:rsidR="00390222" w:rsidRPr="00274D99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49205F">
              <w:rPr>
                <w:rFonts w:ascii="Times New Roman" w:eastAsia="Times New Roman" w:hAnsi="Times New Roman" w:cs="Times New Roman"/>
                <w:sz w:val="24"/>
                <w:szCs w:val="24"/>
              </w:rPr>
              <w:t>colpevolizzare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AA156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colpevole</w:t>
            </w:r>
          </w:p>
        </w:tc>
      </w:tr>
      <w:tr w:rsidR="00390222" w14:paraId="6F60C346" w14:textId="77777777" w:rsidTr="00C66D8D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6BCA1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F31A5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sicurezza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079E2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09F00" w14:textId="77777777" w:rsid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sicuro</w:t>
            </w:r>
          </w:p>
        </w:tc>
      </w:tr>
    </w:tbl>
    <w:p w14:paraId="6E30536E" w14:textId="77777777" w:rsidR="00390222" w:rsidRDefault="00390222" w:rsidP="00390222"/>
    <w:p w14:paraId="4EFD9EAB" w14:textId="77777777" w:rsidR="00390222" w:rsidRDefault="00390222" w:rsidP="00390222"/>
    <w:p w14:paraId="72BCDBC3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247B948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49BD94C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5</w:t>
      </w:r>
    </w:p>
    <w:p w14:paraId="09EBFFCB" w14:textId="77777777" w:rsidR="00390222" w:rsidRPr="00390222" w:rsidRDefault="00390222" w:rsidP="00390222">
      <w:pPr>
        <w:ind w:left="72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90222">
        <w:rPr>
          <w:rFonts w:ascii="Times New Roman" w:eastAsia="Times New Roman" w:hAnsi="Times New Roman" w:cs="Times New Roman"/>
          <w:sz w:val="24"/>
          <w:szCs w:val="24"/>
          <w:lang w:val="it-IT"/>
        </w:rPr>
        <w:t>1.bandiera; 2. voto; 3. aiuto; 4. saggio; 5. principio; 6. tribunale; 7. crisi; 8. guerra; 9. sicurezza; 10. debito</w:t>
      </w:r>
    </w:p>
    <w:p w14:paraId="3DC0D7A7" w14:textId="77777777" w:rsidR="00390222" w:rsidRP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2A1DF165" w14:textId="77777777" w:rsidR="00390222" w:rsidRP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59C26D5B" w14:textId="77777777" w:rsidR="00390222" w:rsidRP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12EA28B5" w14:textId="77777777" w:rsidR="00390222" w:rsidRP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390222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6</w:t>
      </w:r>
    </w:p>
    <w:p w14:paraId="3C2869C4" w14:textId="77777777" w:rsidR="00390222" w:rsidRP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90222">
        <w:rPr>
          <w:rFonts w:ascii="Times New Roman" w:eastAsia="Times New Roman" w:hAnsi="Times New Roman" w:cs="Times New Roman"/>
          <w:sz w:val="24"/>
          <w:szCs w:val="24"/>
          <w:lang w:val="it-IT"/>
        </w:rPr>
        <w:t>1.la guerra; 2.il disabile; 3.il volontario; 4.la frontiera; 5.arrestare; 6.lo scambio interculturale/ gli immigrati; 7.votare; 8.gli immigrati/ lo scambio interculturale; 9.il tribunale.</w:t>
      </w:r>
    </w:p>
    <w:p w14:paraId="756E5F03" w14:textId="77777777" w:rsidR="00390222" w:rsidRP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263FFBFD" w14:textId="77777777" w:rsidR="00390222" w:rsidRP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7FB2E329" w14:textId="77777777" w:rsidR="00390222" w:rsidRP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14:paraId="0CC19C53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ROZUMIENIE TEKSTÓW SŁUCHANYCH </w:t>
      </w:r>
    </w:p>
    <w:p w14:paraId="7A96DC83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968EEB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7</w:t>
      </w:r>
    </w:p>
    <w:p w14:paraId="12F594A2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90222" w:rsidRPr="0049205F" w14:paraId="03DE8815" w14:textId="77777777" w:rsidTr="00C66D8D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3B45C" w14:textId="77777777" w:rsidR="00390222" w:rsidRP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it-IT"/>
              </w:rPr>
            </w:pP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tipo di ufficio: (1) </w:t>
            </w: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it-IT"/>
              </w:rPr>
              <w:t>Ufficio Postale / posta</w:t>
            </w:r>
          </w:p>
          <w:p w14:paraId="103B1F64" w14:textId="77777777" w:rsidR="00390222" w:rsidRP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città: Milano</w:t>
            </w:r>
          </w:p>
          <w:p w14:paraId="472FFD72" w14:textId="77777777" w:rsidR="00390222" w:rsidRP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it-IT"/>
              </w:rPr>
            </w:pP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indirizzo: via Giuseppe Pecchio (2)  </w:t>
            </w: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it-IT"/>
              </w:rPr>
              <w:t>38</w:t>
            </w:r>
          </w:p>
          <w:p w14:paraId="171AC825" w14:textId="77777777" w:rsidR="00390222" w:rsidRP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che cosa si trova nelle vicinanze: (3)  </w:t>
            </w: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it-IT"/>
              </w:rPr>
              <w:t>Stazione Centrale</w:t>
            </w: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, pizzeria Portobello</w:t>
            </w:r>
          </w:p>
          <w:p w14:paraId="797D0316" w14:textId="77777777" w:rsidR="00390222" w:rsidRP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Orario:</w:t>
            </w:r>
          </w:p>
          <w:p w14:paraId="4BEC666B" w14:textId="77777777" w:rsidR="00390222" w:rsidRP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apertura: 8:20</w:t>
            </w:r>
          </w:p>
          <w:p w14:paraId="4721E16D" w14:textId="77777777" w:rsidR="00390222" w:rsidRPr="00390222" w:rsidRDefault="00390222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it-IT"/>
              </w:rPr>
            </w:pP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chiusura: (4) </w:t>
            </w: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it-IT"/>
              </w:rPr>
              <w:t>13:35</w:t>
            </w:r>
          </w:p>
          <w:p w14:paraId="79D1E22B" w14:textId="77777777" w:rsidR="00390222" w:rsidRPr="00390222" w:rsidRDefault="00390222" w:rsidP="00C66D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</w:pP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domenica: chiuso</w:t>
            </w:r>
          </w:p>
        </w:tc>
      </w:tr>
    </w:tbl>
    <w:p w14:paraId="0B1735DE" w14:textId="77777777" w:rsidR="00390222" w:rsidRP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14:paraId="147A4DE2" w14:textId="77777777" w:rsidR="00390222" w:rsidRP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14:paraId="330A8E7A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8</w:t>
      </w:r>
    </w:p>
    <w:p w14:paraId="37089AB7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0242164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1.V; 2.F; 3.V; 4.F; 5.F.</w:t>
      </w:r>
    </w:p>
    <w:p w14:paraId="6521DB08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DCBCB6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408727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9</w:t>
      </w:r>
    </w:p>
    <w:p w14:paraId="278DD8BB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1.A; 2.C; 3.E; 4.B; 5.D. </w:t>
      </w:r>
    </w:p>
    <w:p w14:paraId="07C0578D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EB78FD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C8D67A9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ROZUMIENIE TEKSTÓW PISANYCH</w:t>
      </w:r>
    </w:p>
    <w:p w14:paraId="57CEB202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8FDB0F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D38A3E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10</w:t>
      </w:r>
    </w:p>
    <w:p w14:paraId="1A6B446B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2C72D2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1.C; 2.B; 3.E; 4.A; 5.F.</w:t>
      </w:r>
    </w:p>
    <w:p w14:paraId="643DB3BC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251E25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11</w:t>
      </w:r>
    </w:p>
    <w:p w14:paraId="61024C07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2B9989" w14:textId="77777777" w:rsidR="00390222" w:rsidRDefault="00390222" w:rsidP="00390222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1.D; 2.B; 3.A; 4.A; 5.C.</w:t>
      </w:r>
    </w:p>
    <w:p w14:paraId="13ADF351" w14:textId="77777777" w:rsidR="00390222" w:rsidRDefault="00390222" w:rsidP="00390222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12</w:t>
      </w:r>
    </w:p>
    <w:p w14:paraId="135C1609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EC6262B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1.E; 2.B; 3.F; 4.D; 5.C.</w:t>
      </w:r>
    </w:p>
    <w:p w14:paraId="22B323BA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6E63D2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EF8538C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ZNAJOMOŚĆ ŚRODKÓW JĘZYKOWYCH  </w:t>
      </w:r>
    </w:p>
    <w:p w14:paraId="37A9D6AF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9DD397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13</w:t>
      </w:r>
    </w:p>
    <w:p w14:paraId="06CAFD6F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1.B; 2.C.</w:t>
      </w:r>
    </w:p>
    <w:p w14:paraId="346939EE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3E0388D" w14:textId="77777777" w:rsidR="00390222" w:rsidRP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390222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14</w:t>
      </w:r>
    </w:p>
    <w:p w14:paraId="0BE651F1" w14:textId="77777777" w:rsidR="00390222" w:rsidRP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90222">
        <w:rPr>
          <w:rFonts w:ascii="Times New Roman" w:eastAsia="Times New Roman" w:hAnsi="Times New Roman" w:cs="Times New Roman"/>
          <w:sz w:val="24"/>
          <w:szCs w:val="24"/>
          <w:lang w:val="it-IT"/>
        </w:rPr>
        <w:t>1.C; 2.B.</w:t>
      </w:r>
    </w:p>
    <w:p w14:paraId="1DE2406D" w14:textId="77777777" w:rsidR="00390222" w:rsidRP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0BCE6014" w14:textId="77777777" w:rsidR="00390222" w:rsidRP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390222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15</w:t>
      </w:r>
    </w:p>
    <w:p w14:paraId="0748A7E0" w14:textId="77777777" w:rsidR="00390222" w:rsidRP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90222">
        <w:rPr>
          <w:rFonts w:ascii="Times New Roman" w:eastAsia="Times New Roman" w:hAnsi="Times New Roman" w:cs="Times New Roman"/>
          <w:sz w:val="24"/>
          <w:szCs w:val="24"/>
          <w:lang w:val="it-IT"/>
        </w:rPr>
        <w:t>1.peso; 2.giocattolo; 3..insegnare.</w:t>
      </w:r>
    </w:p>
    <w:p w14:paraId="095CF03B" w14:textId="77777777" w:rsidR="00390222" w:rsidRP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4D78AF38" w14:textId="77777777" w:rsidR="00390222" w:rsidRP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29E6E27E" w14:textId="77777777" w:rsidR="00390222" w:rsidRP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198BCBE0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POZIOM ROZSZERZONY</w:t>
      </w:r>
    </w:p>
    <w:p w14:paraId="23190A85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B5685C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ROZUMIENIE TEKSTÓW PISANYCH</w:t>
      </w:r>
    </w:p>
    <w:p w14:paraId="5471554E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E280E8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I</w:t>
      </w:r>
    </w:p>
    <w:p w14:paraId="7E780983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E11E07F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1.A; 2.C; 3.B; 4.E; 5.D.</w:t>
      </w:r>
    </w:p>
    <w:p w14:paraId="6EDE565B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2A3C250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II</w:t>
      </w:r>
    </w:p>
    <w:p w14:paraId="3F626E93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E38CC61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1.D; 2.B; 3.E; 4.A.</w:t>
      </w:r>
    </w:p>
    <w:p w14:paraId="240569F3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BE5867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III</w:t>
      </w:r>
    </w:p>
    <w:p w14:paraId="67527268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0FBFDE2" w14:textId="77777777" w:rsidR="00390222" w:rsidRPr="00390222" w:rsidRDefault="00390222" w:rsidP="0039022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9022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1.C; 2.D; 3.A; 4.A; </w:t>
      </w:r>
    </w:p>
    <w:p w14:paraId="3E47BBD7" w14:textId="77777777" w:rsidR="00390222" w:rsidRPr="00390222" w:rsidRDefault="00390222" w:rsidP="0039022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9022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5. il codice fiscale; 6. la Tessera Sanitaria; 7. modelli da compilare; 8.richiedere il duplicato tramite i </w:t>
      </w:r>
      <w:hyperlink r:id="rId4">
        <w:r w:rsidRPr="00390222">
          <w:rPr>
            <w:rFonts w:ascii="Times New Roman" w:eastAsia="Times New Roman" w:hAnsi="Times New Roman" w:cs="Times New Roman"/>
            <w:sz w:val="24"/>
            <w:szCs w:val="24"/>
            <w:lang w:val="it-IT"/>
          </w:rPr>
          <w:t>servizi telematici</w:t>
        </w:r>
      </w:hyperlink>
      <w:r w:rsidRPr="0039022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dell’Agenzia. </w:t>
      </w:r>
    </w:p>
    <w:p w14:paraId="60FE00CB" w14:textId="77777777" w:rsidR="00390222" w:rsidRPr="00390222" w:rsidRDefault="00390222" w:rsidP="0039022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0B7155D9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ROZUMIENIE TEKSTÓW SŁUCHANYCH </w:t>
      </w:r>
    </w:p>
    <w:p w14:paraId="15F7211A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BDAFEC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IV</w:t>
      </w:r>
    </w:p>
    <w:p w14:paraId="3C12C388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90222" w:rsidRPr="0049205F" w14:paraId="7F00B214" w14:textId="77777777" w:rsidTr="00C66D8D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4073B" w14:textId="77777777" w:rsidR="00390222" w:rsidRPr="00390222" w:rsidRDefault="00390222" w:rsidP="00C66D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it-IT"/>
              </w:rPr>
            </w:pP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Il</w:t>
            </w: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it-IT"/>
              </w:rPr>
              <w:t xml:space="preserve"> pass</w:t>
            </w: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aporto biometrico:</w:t>
            </w:r>
            <w:r w:rsidRPr="003902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 </w:t>
            </w: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(1) </w:t>
            </w: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it-IT"/>
              </w:rPr>
              <w:t>è un documento di viaggio / rappresenta l’evoluzione del tradizionale documento di viaggio</w:t>
            </w:r>
          </w:p>
          <w:p w14:paraId="64F63F91" w14:textId="77777777" w:rsidR="00390222" w:rsidRPr="00390222" w:rsidRDefault="00390222" w:rsidP="00C66D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La nuova versione è elettronica, prevede (2) </w:t>
            </w: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it-IT"/>
              </w:rPr>
              <w:t>un chip / una piccola placca</w:t>
            </w: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, vuol dire un piccolo oggetto collocato sul retro della copertina del passaporto e finalizzato ad </w:t>
            </w: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lastRenderedPageBreak/>
              <w:t xml:space="preserve">immagazzinare una serie di dati relativi alla persona. </w:t>
            </w:r>
          </w:p>
          <w:p w14:paraId="55F19569" w14:textId="77777777" w:rsidR="00390222" w:rsidRPr="00390222" w:rsidRDefault="00390222" w:rsidP="00C66D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2FFDC106" w14:textId="77777777" w:rsidR="00390222" w:rsidRPr="00390222" w:rsidRDefault="00390222" w:rsidP="00C66D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it-IT"/>
              </w:rPr>
            </w:pP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 dati immagazzinati nel passaporto biometrico sono di duplice natura:(3) </w:t>
            </w: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it-IT"/>
              </w:rPr>
              <w:t>biometrici e anagrafici</w:t>
            </w:r>
          </w:p>
          <w:p w14:paraId="34E2E1E4" w14:textId="77777777" w:rsidR="00390222" w:rsidRPr="00390222" w:rsidRDefault="00390222" w:rsidP="00C66D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it-IT"/>
              </w:rPr>
            </w:pP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In Italia il passaporto biometrico è attivo (4)  </w:t>
            </w:r>
            <w:r w:rsidRPr="0039022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it-IT"/>
              </w:rPr>
              <w:t>dal 20 maggio 2007 / dal 2007</w:t>
            </w:r>
          </w:p>
        </w:tc>
      </w:tr>
    </w:tbl>
    <w:p w14:paraId="58BCA9B1" w14:textId="77777777" w:rsidR="00390222" w:rsidRP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14:paraId="58C6D207" w14:textId="77777777" w:rsidR="00390222" w:rsidRP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14:paraId="5E743181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V</w:t>
      </w:r>
    </w:p>
    <w:p w14:paraId="2A9C0F56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1.E; 2.F; 3.C; 4.B; 5.A.</w:t>
      </w:r>
    </w:p>
    <w:p w14:paraId="4005182E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7D708F" w14:textId="77777777" w:rsidR="00390222" w:rsidRP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390222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VI</w:t>
      </w:r>
    </w:p>
    <w:p w14:paraId="4D53DB3D" w14:textId="77777777" w:rsidR="00390222" w:rsidRP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14:paraId="250EA354" w14:textId="1174D1B3" w:rsidR="00390222" w:rsidRP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it-IT"/>
        </w:rPr>
      </w:pPr>
      <w:r w:rsidRPr="00390222">
        <w:rPr>
          <w:rFonts w:ascii="Times New Roman" w:eastAsia="Times New Roman" w:hAnsi="Times New Roman" w:cs="Times New Roman"/>
          <w:sz w:val="24"/>
          <w:szCs w:val="24"/>
          <w:highlight w:val="white"/>
          <w:lang w:val="it-IT"/>
        </w:rPr>
        <w:t>1.evitare di far scappare le  imprese multinazionali / le multinazionali</w:t>
      </w:r>
      <w:r w:rsidR="0049205F">
        <w:rPr>
          <w:rFonts w:ascii="Times New Roman" w:eastAsia="Times New Roman" w:hAnsi="Times New Roman" w:cs="Times New Roman"/>
          <w:sz w:val="24"/>
          <w:szCs w:val="24"/>
          <w:highlight w:val="white"/>
          <w:lang w:val="it-IT"/>
        </w:rPr>
        <w:t xml:space="preserve"> dall’</w:t>
      </w:r>
      <w:r w:rsidRPr="00390222">
        <w:rPr>
          <w:rFonts w:ascii="Times New Roman" w:eastAsia="Times New Roman" w:hAnsi="Times New Roman" w:cs="Times New Roman"/>
          <w:sz w:val="24"/>
          <w:szCs w:val="24"/>
          <w:highlight w:val="white"/>
          <w:lang w:val="it-IT"/>
        </w:rPr>
        <w:t xml:space="preserve">Italia; </w:t>
      </w:r>
      <w:r w:rsidRPr="00390222">
        <w:rPr>
          <w:rFonts w:ascii="Times New Roman" w:eastAsia="Times New Roman" w:hAnsi="Times New Roman" w:cs="Times New Roman"/>
          <w:sz w:val="24"/>
          <w:szCs w:val="24"/>
          <w:lang w:val="it-IT"/>
        </w:rPr>
        <w:t>; 2.</w:t>
      </w:r>
      <w:r w:rsidRPr="00390222">
        <w:rPr>
          <w:rFonts w:ascii="Times New Roman" w:eastAsia="Times New Roman" w:hAnsi="Times New Roman" w:cs="Times New Roman"/>
          <w:sz w:val="24"/>
          <w:szCs w:val="24"/>
          <w:highlight w:val="white"/>
          <w:lang w:val="it-IT"/>
        </w:rPr>
        <w:t xml:space="preserve">Cambiare la legislazione / eliminare i difetti delle amministrazioni pubbliche/ migliorare le infrastrutture stradali/ diminuire i costi dei servizi </w:t>
      </w:r>
      <w:r w:rsidR="0049205F">
        <w:rPr>
          <w:rFonts w:ascii="Times New Roman" w:eastAsia="Times New Roman" w:hAnsi="Times New Roman" w:cs="Times New Roman"/>
          <w:sz w:val="24"/>
          <w:szCs w:val="24"/>
          <w:highlight w:val="white"/>
          <w:lang w:val="it-IT"/>
        </w:rPr>
        <w:t>delle</w:t>
      </w:r>
      <w:r w:rsidRPr="00390222">
        <w:rPr>
          <w:rFonts w:ascii="Times New Roman" w:eastAsia="Times New Roman" w:hAnsi="Times New Roman" w:cs="Times New Roman"/>
          <w:sz w:val="24"/>
          <w:szCs w:val="24"/>
          <w:highlight w:val="white"/>
          <w:lang w:val="it-IT"/>
        </w:rPr>
        <w:t xml:space="preserve"> imprese; 3.Attivare un buon servizio di orientamento scolastico e professionale / raggiungere ogni giovane all’uscita da ciascun ciclo scolastico / migliorare il servizio di orientamento professionale.; 4.Aumentare la loro mobilità professionale e geografica / imparare a conoscere meglio il mercato del lavoro.</w:t>
      </w:r>
    </w:p>
    <w:p w14:paraId="3D9CA422" w14:textId="77777777" w:rsidR="00390222" w:rsidRP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14:paraId="3D51854B" w14:textId="77777777" w:rsidR="00390222" w:rsidRPr="00390222" w:rsidRDefault="00390222" w:rsidP="0039022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7B735905" w14:textId="77777777" w:rsidR="00390222" w:rsidRPr="00390222" w:rsidRDefault="00390222" w:rsidP="0039022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132B1FA9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ZNAJOMOŚĆ ŚRODKÓW JĘZYKOWYCH  </w:t>
      </w:r>
    </w:p>
    <w:p w14:paraId="786A6032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F95B26" w14:textId="77777777" w:rsid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VII</w:t>
      </w:r>
    </w:p>
    <w:p w14:paraId="302A7362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1.C; 2.B; 3.C; 4.A; 5.D; 6.B.   </w:t>
      </w:r>
    </w:p>
    <w:p w14:paraId="67994161" w14:textId="77777777" w:rsid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D6E0AB7" w14:textId="77777777" w:rsidR="00390222" w:rsidRP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390222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VIII</w:t>
      </w:r>
    </w:p>
    <w:p w14:paraId="019DFE94" w14:textId="77777777" w:rsidR="00390222" w:rsidRP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90222">
        <w:rPr>
          <w:rFonts w:ascii="Times New Roman" w:eastAsia="Times New Roman" w:hAnsi="Times New Roman" w:cs="Times New Roman"/>
          <w:sz w:val="24"/>
          <w:szCs w:val="24"/>
          <w:lang w:val="it-IT"/>
        </w:rPr>
        <w:t>1.</w:t>
      </w:r>
      <w:r w:rsidRPr="00390222">
        <w:rPr>
          <w:rFonts w:ascii="Times New Roman" w:eastAsia="Times New Roman" w:hAnsi="Times New Roman" w:cs="Times New Roman"/>
          <w:sz w:val="24"/>
          <w:szCs w:val="24"/>
          <w:highlight w:val="white"/>
          <w:lang w:val="it-IT"/>
        </w:rPr>
        <w:t xml:space="preserve">provenienza; 2.circolazione ; 3.richiesto ; 4.autorità. </w:t>
      </w:r>
    </w:p>
    <w:p w14:paraId="253C1D0E" w14:textId="77777777" w:rsidR="00390222" w:rsidRPr="00390222" w:rsidRDefault="00390222" w:rsidP="00390222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0E3358CA" w14:textId="77777777" w:rsidR="00390222" w:rsidRPr="00390222" w:rsidRDefault="00390222" w:rsidP="00390222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390222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IX</w:t>
      </w:r>
    </w:p>
    <w:p w14:paraId="62E1ECEC" w14:textId="77777777" w:rsidR="00390222" w:rsidRPr="00390222" w:rsidRDefault="00390222" w:rsidP="00390222">
      <w:pPr>
        <w:rPr>
          <w:rFonts w:ascii="Times New Roman" w:eastAsia="Times New Roman" w:hAnsi="Times New Roman" w:cs="Times New Roman"/>
          <w:color w:val="202122"/>
          <w:sz w:val="24"/>
          <w:szCs w:val="24"/>
          <w:lang w:val="it-IT"/>
        </w:rPr>
      </w:pPr>
      <w:r w:rsidRPr="00390222">
        <w:rPr>
          <w:rFonts w:ascii="Times New Roman" w:eastAsia="Times New Roman" w:hAnsi="Times New Roman" w:cs="Times New Roman"/>
          <w:sz w:val="24"/>
          <w:szCs w:val="24"/>
          <w:lang w:val="it-IT"/>
        </w:rPr>
        <w:t>1.delle disuguaglianze economiche;</w:t>
      </w:r>
      <w:r w:rsidRPr="003902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 xml:space="preserve"> 2.</w:t>
      </w:r>
      <w:r w:rsidRPr="00390222">
        <w:rPr>
          <w:rFonts w:ascii="Times New Roman" w:eastAsia="Times New Roman" w:hAnsi="Times New Roman" w:cs="Times New Roman"/>
          <w:color w:val="202122"/>
          <w:sz w:val="24"/>
          <w:szCs w:val="24"/>
          <w:lang w:val="it-IT"/>
        </w:rPr>
        <w:t xml:space="preserve">alcuna distinzione/ alcuna differenza. </w:t>
      </w:r>
    </w:p>
    <w:p w14:paraId="104B1063" w14:textId="77777777" w:rsidR="00390222" w:rsidRPr="00390222" w:rsidRDefault="00390222" w:rsidP="00390222">
      <w:pPr>
        <w:rPr>
          <w:rFonts w:ascii="Times New Roman" w:eastAsia="Times New Roman" w:hAnsi="Times New Roman" w:cs="Times New Roman"/>
          <w:color w:val="202122"/>
          <w:sz w:val="24"/>
          <w:szCs w:val="24"/>
          <w:lang w:val="it-IT"/>
        </w:rPr>
      </w:pPr>
    </w:p>
    <w:p w14:paraId="2AC05E50" w14:textId="77777777" w:rsidR="00390222" w:rsidRPr="00390222" w:rsidRDefault="00390222" w:rsidP="00390222">
      <w:pPr>
        <w:rPr>
          <w:rFonts w:ascii="Times New Roman" w:eastAsia="Times New Roman" w:hAnsi="Times New Roman" w:cs="Times New Roman"/>
          <w:b/>
          <w:color w:val="202122"/>
          <w:sz w:val="24"/>
          <w:szCs w:val="24"/>
          <w:lang w:val="it-IT"/>
        </w:rPr>
      </w:pPr>
      <w:r w:rsidRPr="00390222">
        <w:rPr>
          <w:rFonts w:ascii="Times New Roman" w:eastAsia="Times New Roman" w:hAnsi="Times New Roman" w:cs="Times New Roman"/>
          <w:b/>
          <w:color w:val="202122"/>
          <w:sz w:val="24"/>
          <w:szCs w:val="24"/>
          <w:lang w:val="it-IT"/>
        </w:rPr>
        <w:t>Zadanie X</w:t>
      </w:r>
    </w:p>
    <w:p w14:paraId="30EEED51" w14:textId="77777777" w:rsidR="00390222" w:rsidRPr="00390222" w:rsidRDefault="00390222" w:rsidP="00390222">
      <w:pPr>
        <w:rPr>
          <w:rFonts w:ascii="Times New Roman" w:eastAsia="Times New Roman" w:hAnsi="Times New Roman" w:cs="Times New Roman"/>
          <w:color w:val="202122"/>
          <w:sz w:val="24"/>
          <w:szCs w:val="24"/>
          <w:highlight w:val="white"/>
          <w:lang w:val="it-IT"/>
        </w:rPr>
      </w:pPr>
      <w:r w:rsidRPr="00390222">
        <w:rPr>
          <w:rFonts w:ascii="Times New Roman" w:eastAsia="Times New Roman" w:hAnsi="Times New Roman" w:cs="Times New Roman"/>
          <w:sz w:val="24"/>
          <w:szCs w:val="24"/>
          <w:lang w:val="it-IT"/>
        </w:rPr>
        <w:t>1.obiettivo / scopo ; 2.membri/ Paesi ; 3.ruolo ; 4.trasformate / convertite  / modificate ; 5.livello.</w:t>
      </w:r>
    </w:p>
    <w:p w14:paraId="679D276A" w14:textId="77777777" w:rsidR="000B5DCE" w:rsidRPr="00390222" w:rsidRDefault="000B5DCE">
      <w:pPr>
        <w:rPr>
          <w:lang w:val="it-IT"/>
        </w:rPr>
      </w:pPr>
    </w:p>
    <w:sectPr w:rsidR="000B5DCE" w:rsidRPr="0039022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222"/>
    <w:rsid w:val="000B5DCE"/>
    <w:rsid w:val="0021091E"/>
    <w:rsid w:val="00274D99"/>
    <w:rsid w:val="00390222"/>
    <w:rsid w:val="004017CC"/>
    <w:rsid w:val="0049205F"/>
    <w:rsid w:val="00A5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11D68"/>
  <w15:docId w15:val="{BF8CE0E5-7354-4408-8CE4-AB66E701B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222"/>
    <w:pPr>
      <w:spacing w:after="0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t-IT"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t-IT"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it-IT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it-IT"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it-IT"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it-IT"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it-IT"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t-IT"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 w:eastAsia="en-US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after="20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it-IT" w:eastAsia="en-US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4F81BD" w:themeColor="accent1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after="200"/>
    </w:pPr>
    <w:rPr>
      <w:rFonts w:asciiTheme="minorHAnsi" w:eastAsiaTheme="minorHAnsi" w:hAnsiTheme="minorHAnsi" w:cstheme="minorBidi"/>
      <w:i/>
      <w:iCs/>
      <w:color w:val="000000" w:themeColor="text1"/>
      <w:lang w:val="it-IT" w:eastAsia="en-US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val="it-IT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Akapitzlist">
    <w:name w:val="List Paragraph"/>
    <w:basedOn w:val="Normalny"/>
    <w:uiPriority w:val="34"/>
    <w:qFormat/>
    <w:pPr>
      <w:spacing w:after="200"/>
      <w:ind w:left="720"/>
      <w:contextualSpacing/>
    </w:pPr>
    <w:rPr>
      <w:rFonts w:asciiTheme="minorHAnsi" w:eastAsiaTheme="minorHAnsi" w:hAnsiTheme="minorHAnsi" w:cstheme="minorBidi"/>
      <w:lang w:val="it-IT" w:eastAsia="en-US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unhideWhenUsed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4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4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4D99"/>
    <w:rPr>
      <w:rFonts w:ascii="Arial" w:eastAsia="Arial" w:hAnsi="Arial" w:cs="Arial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4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4D99"/>
    <w:rPr>
      <w:rFonts w:ascii="Arial" w:eastAsia="Arial" w:hAnsi="Arial" w:cs="Arial"/>
      <w:b/>
      <w:bCs/>
      <w:sz w:val="20"/>
      <w:szCs w:val="20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elematici.agenziaentrate.gov.it/Servizi/login.js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0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2</TotalTime>
  <Pages>4</Pages>
  <Words>508</Words>
  <Characters>3054</Characters>
  <Application>Microsoft Office Word</Application>
  <DocSecurity>0</DocSecurity>
  <Lines>25</Lines>
  <Paragraphs>7</Paragraphs>
  <ScaleCrop>false</ScaleCrop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Desy</dc:creator>
  <cp:keywords/>
  <dc:description/>
  <cp:lastModifiedBy>agnieszka kasprzycka</cp:lastModifiedBy>
  <cp:revision>3</cp:revision>
  <dcterms:created xsi:type="dcterms:W3CDTF">2023-10-01T18:54:00Z</dcterms:created>
  <dcterms:modified xsi:type="dcterms:W3CDTF">2023-10-01T18:56:00Z</dcterms:modified>
</cp:coreProperties>
</file>